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498"/>
        <w:gridCol w:w="1126"/>
        <w:gridCol w:w="1156"/>
        <w:gridCol w:w="1349"/>
      </w:tblGrid>
      <w:tr w:rsidR="0015565B" w:rsidRPr="00DF25B3" w:rsidTr="00926973">
        <w:trPr>
          <w:trHeight w:val="315"/>
          <w:jc w:val="center"/>
        </w:trPr>
        <w:tc>
          <w:tcPr>
            <w:tcW w:w="7211" w:type="dxa"/>
            <w:gridSpan w:val="2"/>
            <w:shd w:val="clear" w:color="auto" w:fill="auto"/>
            <w:noWrap/>
            <w:vAlign w:val="bottom"/>
          </w:tcPr>
          <w:p w:rsidR="0015565B" w:rsidRPr="00DF25B3" w:rsidRDefault="002129F6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Ε</w:t>
            </w:r>
          </w:p>
        </w:tc>
        <w:tc>
          <w:tcPr>
            <w:tcW w:w="112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762B0D" w:rsidTr="00926973">
        <w:trPr>
          <w:trHeight w:val="315"/>
          <w:jc w:val="center"/>
        </w:trPr>
        <w:tc>
          <w:tcPr>
            <w:tcW w:w="7211" w:type="dxa"/>
            <w:gridSpan w:val="2"/>
            <w:shd w:val="clear" w:color="auto" w:fill="auto"/>
            <w:noWrap/>
            <w:vAlign w:val="bottom"/>
            <w:hideMark/>
          </w:tcPr>
          <w:p w:rsidR="0015565B" w:rsidRPr="00762B0D" w:rsidRDefault="001E6292" w:rsidP="0051455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762B0D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762B0D" w:rsidRPr="00762B0D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Ε20-Ο2.Ε82 </w:t>
            </w:r>
            <w:bookmarkStart w:id="0" w:name="_GoBack"/>
            <w:bookmarkEnd w:id="0"/>
            <w:r w:rsidR="00762B0D" w:rsidRPr="00762B0D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Ψηφιακή ασύρματη έγχρωμη κάμερα μικροσκοπίας</w:t>
            </w:r>
          </w:p>
        </w:tc>
        <w:tc>
          <w:tcPr>
            <w:tcW w:w="1126" w:type="dxa"/>
          </w:tcPr>
          <w:p w:rsidR="0015565B" w:rsidRPr="00762B0D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15565B" w:rsidRPr="00762B0D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  <w:hideMark/>
          </w:tcPr>
          <w:p w:rsidR="0015565B" w:rsidRPr="00762B0D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2697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6498" w:type="dxa"/>
            <w:shd w:val="clear" w:color="auto" w:fill="auto"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126" w:type="dxa"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762B0D" w:rsidRPr="00DF25B3" w:rsidTr="009C38D0">
        <w:trPr>
          <w:trHeight w:val="572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62B0D" w:rsidRPr="00DF25B3" w:rsidRDefault="00762B0D" w:rsidP="00762B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2B0D" w:rsidRPr="00A8070F" w:rsidRDefault="00762B0D" w:rsidP="00762B0D">
            <w:r w:rsidRPr="00A8070F">
              <w:t>Ψηφιακή ασύρματη έγχρωμη κάμερα μικροσκοπίας</w:t>
            </w:r>
          </w:p>
        </w:tc>
        <w:tc>
          <w:tcPr>
            <w:tcW w:w="1126" w:type="dxa"/>
            <w:vAlign w:val="center"/>
          </w:tcPr>
          <w:p w:rsidR="00762B0D" w:rsidRPr="00DF25B3" w:rsidRDefault="00762B0D" w:rsidP="00762B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762B0D" w:rsidRPr="00DF25B3" w:rsidRDefault="00762B0D" w:rsidP="00762B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bottom"/>
            <w:hideMark/>
          </w:tcPr>
          <w:p w:rsidR="00762B0D" w:rsidRPr="00DF25B3" w:rsidRDefault="00762B0D" w:rsidP="00762B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B0D" w:rsidRPr="00DF25B3" w:rsidTr="009C38D0">
        <w:trPr>
          <w:trHeight w:val="409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62B0D" w:rsidRPr="00DF25B3" w:rsidRDefault="00762B0D" w:rsidP="00762B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B0D" w:rsidRPr="00A8070F" w:rsidRDefault="00762B0D" w:rsidP="00762B0D">
            <w:r w:rsidRPr="00A8070F">
              <w:t xml:space="preserve">Αυτόνομη και ελεγχόμενη μέσω </w:t>
            </w:r>
            <w:r w:rsidRPr="00A8070F">
              <w:rPr>
                <w:lang w:val="en-GB"/>
              </w:rPr>
              <w:t>smartphone</w:t>
            </w:r>
            <w:r w:rsidRPr="00A8070F">
              <w:t xml:space="preserve">, </w:t>
            </w:r>
            <w:r w:rsidRPr="00A8070F">
              <w:rPr>
                <w:lang w:val="en-GB"/>
              </w:rPr>
              <w:t>tablet</w:t>
            </w:r>
            <w:r w:rsidRPr="00A8070F">
              <w:t xml:space="preserve"> και </w:t>
            </w:r>
            <w:r w:rsidRPr="00A8070F">
              <w:rPr>
                <w:lang w:val="en-GB"/>
              </w:rPr>
              <w:t>PC</w:t>
            </w:r>
            <w:r w:rsidRPr="00A8070F">
              <w:t xml:space="preserve">, με ανάλυση 5 </w:t>
            </w:r>
            <w:r w:rsidRPr="00A8070F">
              <w:rPr>
                <w:lang w:val="en-GB"/>
              </w:rPr>
              <w:t>MP</w:t>
            </w:r>
            <w:r w:rsidRPr="00A8070F">
              <w:t xml:space="preserve">, με αισθητήρα </w:t>
            </w:r>
            <w:r w:rsidRPr="00A8070F">
              <w:rPr>
                <w:lang w:val="en-GB"/>
              </w:rPr>
              <w:t>CMOS</w:t>
            </w:r>
            <w:r w:rsidRPr="00A8070F">
              <w:t xml:space="preserve"> 1/1.8", με ανάλυση εικόνας 2592</w:t>
            </w:r>
            <w:r w:rsidRPr="00A8070F">
              <w:rPr>
                <w:lang w:val="en-GB"/>
              </w:rPr>
              <w:t>x</w:t>
            </w:r>
            <w:r w:rsidRPr="00A8070F">
              <w:t xml:space="preserve">1944 </w:t>
            </w:r>
            <w:r w:rsidRPr="00A8070F">
              <w:rPr>
                <w:lang w:val="en-GB"/>
              </w:rPr>
              <w:t>Pixels</w:t>
            </w:r>
            <w:r w:rsidRPr="00A8070F">
              <w:t xml:space="preserve">, με βάθος χρώματος 24 </w:t>
            </w:r>
            <w:r w:rsidRPr="00A8070F">
              <w:rPr>
                <w:lang w:val="en-GB"/>
              </w:rPr>
              <w:t>bit</w:t>
            </w:r>
            <w:r w:rsidRPr="00A8070F">
              <w:t xml:space="preserve"> </w:t>
            </w:r>
            <w:r w:rsidRPr="00A8070F">
              <w:rPr>
                <w:lang w:val="en-GB"/>
              </w:rPr>
              <w:t>RGB</w:t>
            </w:r>
            <w:r w:rsidRPr="00A8070F">
              <w:t xml:space="preserve"> (</w:t>
            </w:r>
            <w:proofErr w:type="spellStart"/>
            <w:r w:rsidRPr="00A8070F">
              <w:rPr>
                <w:lang w:val="en-GB"/>
              </w:rPr>
              <w:t>sRGB</w:t>
            </w:r>
            <w:proofErr w:type="spellEnd"/>
            <w:r w:rsidRPr="00A8070F">
              <w:t>), με χρόνους έκθεσης από 1</w:t>
            </w:r>
            <w:proofErr w:type="spellStart"/>
            <w:r w:rsidRPr="00A8070F">
              <w:rPr>
                <w:lang w:val="en-GB"/>
              </w:rPr>
              <w:t>msec</w:t>
            </w:r>
            <w:proofErr w:type="spellEnd"/>
            <w:r w:rsidRPr="00A8070F">
              <w:t xml:space="preserve"> έως 918</w:t>
            </w:r>
            <w:proofErr w:type="spellStart"/>
            <w:r w:rsidRPr="00A8070F">
              <w:rPr>
                <w:lang w:val="en-GB"/>
              </w:rPr>
              <w:t>msec</w:t>
            </w:r>
            <w:proofErr w:type="spellEnd"/>
            <w:r w:rsidRPr="00A8070F">
              <w:t xml:space="preserve">, με προβολή σε πραγματικό χρόνο έως 60 </w:t>
            </w:r>
            <w:r w:rsidRPr="00A8070F">
              <w:rPr>
                <w:lang w:val="en-GB"/>
              </w:rPr>
              <w:t>fps</w:t>
            </w:r>
            <w:r w:rsidRPr="00A8070F">
              <w:t xml:space="preserve"> στα 1920×1080 </w:t>
            </w:r>
            <w:r w:rsidRPr="00A8070F">
              <w:rPr>
                <w:lang w:val="en-GB"/>
              </w:rPr>
              <w:t>pixels</w:t>
            </w:r>
            <w:r w:rsidRPr="00A8070F">
              <w:t xml:space="preserve"> (</w:t>
            </w:r>
            <w:r w:rsidRPr="00A8070F">
              <w:rPr>
                <w:lang w:val="en-GB"/>
              </w:rPr>
              <w:t>full</w:t>
            </w:r>
            <w:r w:rsidRPr="00A8070F">
              <w:t xml:space="preserve"> </w:t>
            </w:r>
            <w:r w:rsidRPr="00A8070F">
              <w:rPr>
                <w:lang w:val="en-GB"/>
              </w:rPr>
              <w:t>HD</w:t>
            </w:r>
            <w:r w:rsidRPr="00A8070F">
              <w:t xml:space="preserve"> μέσω </w:t>
            </w:r>
            <w:r w:rsidRPr="00A8070F">
              <w:rPr>
                <w:lang w:val="en-GB"/>
              </w:rPr>
              <w:t>HDMI</w:t>
            </w:r>
            <w:r w:rsidRPr="00A8070F">
              <w:t xml:space="preserve">), για προσαρμογή </w:t>
            </w:r>
            <w:r w:rsidRPr="00A8070F">
              <w:rPr>
                <w:lang w:val="en-GB"/>
              </w:rPr>
              <w:t>C</w:t>
            </w:r>
            <w:r w:rsidRPr="00A8070F">
              <w:t>-</w:t>
            </w:r>
            <w:r w:rsidRPr="00A8070F">
              <w:rPr>
                <w:lang w:val="en-GB"/>
              </w:rPr>
              <w:t>mount</w:t>
            </w:r>
            <w:r w:rsidRPr="00A8070F">
              <w:t xml:space="preserve">. </w:t>
            </w:r>
          </w:p>
        </w:tc>
        <w:tc>
          <w:tcPr>
            <w:tcW w:w="1126" w:type="dxa"/>
            <w:vAlign w:val="center"/>
          </w:tcPr>
          <w:p w:rsidR="00762B0D" w:rsidRPr="00DF25B3" w:rsidRDefault="00762B0D" w:rsidP="00762B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762B0D" w:rsidRPr="00DF25B3" w:rsidRDefault="00762B0D" w:rsidP="00762B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bottom"/>
            <w:hideMark/>
          </w:tcPr>
          <w:p w:rsidR="00762B0D" w:rsidRPr="00DF25B3" w:rsidRDefault="00762B0D" w:rsidP="00762B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B0D" w:rsidRPr="00DF25B3" w:rsidTr="009C38D0">
        <w:trPr>
          <w:trHeight w:val="387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762B0D" w:rsidRPr="00DF25B3" w:rsidRDefault="00762B0D" w:rsidP="00762B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B0D" w:rsidRPr="00A8070F" w:rsidRDefault="00762B0D" w:rsidP="00762B0D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Σύνδεση</w:t>
            </w:r>
            <w:proofErr w:type="spellEnd"/>
            <w:r w:rsidRPr="00A8070F">
              <w:rPr>
                <w:lang w:val="en-GB"/>
              </w:rPr>
              <w:t xml:space="preserve">: WLAN, LAN, HDMI. </w:t>
            </w:r>
          </w:p>
        </w:tc>
        <w:tc>
          <w:tcPr>
            <w:tcW w:w="1126" w:type="dxa"/>
            <w:vAlign w:val="center"/>
          </w:tcPr>
          <w:p w:rsidR="00762B0D" w:rsidRPr="00DF25B3" w:rsidRDefault="00762B0D" w:rsidP="00762B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762B0D" w:rsidRPr="00DF25B3" w:rsidRDefault="00762B0D" w:rsidP="00762B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bottom"/>
            <w:hideMark/>
          </w:tcPr>
          <w:p w:rsidR="00762B0D" w:rsidRPr="00DF25B3" w:rsidRDefault="00762B0D" w:rsidP="00762B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B0D" w:rsidRPr="00A8070F" w:rsidTr="004F0A1A">
        <w:trPr>
          <w:trHeight w:val="385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0D" w:rsidRPr="004F4432" w:rsidRDefault="00762B0D" w:rsidP="00762B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B0D" w:rsidRPr="00A8070F" w:rsidRDefault="00762B0D" w:rsidP="00762B0D">
            <w:pPr>
              <w:rPr>
                <w:lang w:val="en-US"/>
              </w:rPr>
            </w:pPr>
            <w:proofErr w:type="spellStart"/>
            <w:r w:rsidRPr="00A8070F">
              <w:rPr>
                <w:lang w:val="en-GB"/>
              </w:rPr>
              <w:t>Με</w:t>
            </w:r>
            <w:proofErr w:type="spellEnd"/>
            <w:r w:rsidRPr="00A8070F">
              <w:rPr>
                <w:lang w:val="en-US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λογισμικό</w:t>
            </w:r>
            <w:proofErr w:type="spellEnd"/>
            <w:r w:rsidRPr="00A8070F">
              <w:rPr>
                <w:lang w:val="en-US"/>
              </w:rPr>
              <w:t xml:space="preserve"> OSD (on screen display) </w:t>
            </w:r>
            <w:r w:rsidRPr="00A8070F">
              <w:rPr>
                <w:lang w:val="en-GB"/>
              </w:rPr>
              <w:t>και</w:t>
            </w:r>
            <w:r w:rsidRPr="00A8070F">
              <w:rPr>
                <w:lang w:val="en-US"/>
              </w:rPr>
              <w:t xml:space="preserve"> </w:t>
            </w:r>
            <w:proofErr w:type="spellStart"/>
            <w:r w:rsidRPr="00A8070F">
              <w:rPr>
                <w:lang w:val="en-US"/>
              </w:rPr>
              <w:t>EPview</w:t>
            </w:r>
            <w:proofErr w:type="spellEnd"/>
            <w:r w:rsidRPr="00A8070F">
              <w:rPr>
                <w:lang w:val="en-US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γι</w:t>
            </w:r>
            <w:proofErr w:type="spellEnd"/>
            <w:r w:rsidRPr="00A8070F">
              <w:rPr>
                <w:lang w:val="en-GB"/>
              </w:rPr>
              <w:t>α</w:t>
            </w:r>
            <w:r w:rsidRPr="00A8070F">
              <w:rPr>
                <w:lang w:val="en-US"/>
              </w:rPr>
              <w:t xml:space="preserve"> </w:t>
            </w:r>
            <w:proofErr w:type="spellStart"/>
            <w:r w:rsidRPr="00A8070F">
              <w:rPr>
                <w:lang w:val="en-US"/>
              </w:rPr>
              <w:t>iOs</w:t>
            </w:r>
            <w:proofErr w:type="spellEnd"/>
            <w:r w:rsidRPr="00A8070F">
              <w:rPr>
                <w:lang w:val="en-US"/>
              </w:rPr>
              <w:t xml:space="preserve">, Android </w:t>
            </w:r>
            <w:r w:rsidRPr="00A8070F">
              <w:rPr>
                <w:lang w:val="en-GB"/>
              </w:rPr>
              <w:t>και</w:t>
            </w:r>
            <w:r w:rsidRPr="00A8070F">
              <w:rPr>
                <w:lang w:val="en-US"/>
              </w:rPr>
              <w:t xml:space="preserve"> PC.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B0D" w:rsidRPr="004F4432" w:rsidRDefault="00762B0D" w:rsidP="00762B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B0D" w:rsidRPr="004F4432" w:rsidRDefault="00762B0D" w:rsidP="00762B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B0D" w:rsidRPr="004F4432" w:rsidRDefault="00762B0D" w:rsidP="00762B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62B0D" w:rsidRPr="00A8070F" w:rsidTr="00C41E80">
        <w:trPr>
          <w:trHeight w:val="277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2B0D" w:rsidRPr="004F4432" w:rsidRDefault="00762B0D" w:rsidP="00762B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62B0D" w:rsidRPr="00762B0D" w:rsidRDefault="00762B0D" w:rsidP="00762B0D">
            <w:r w:rsidRPr="00762B0D">
              <w:t xml:space="preserve">Περιλαμβάνει: τροφοδοτικό, κάρτα </w:t>
            </w:r>
            <w:r w:rsidRPr="00A8070F">
              <w:rPr>
                <w:lang w:val="en-GB"/>
              </w:rPr>
              <w:t>SD</w:t>
            </w:r>
            <w:r w:rsidRPr="00762B0D">
              <w:t xml:space="preserve"> 16</w:t>
            </w:r>
            <w:r w:rsidRPr="00A8070F">
              <w:rPr>
                <w:lang w:val="en-GB"/>
              </w:rPr>
              <w:t>GB</w:t>
            </w:r>
            <w:r w:rsidRPr="00762B0D">
              <w:t xml:space="preserve">, </w:t>
            </w:r>
            <w:proofErr w:type="spellStart"/>
            <w:r w:rsidRPr="00762B0D">
              <w:t>αντάπτορα</w:t>
            </w:r>
            <w:proofErr w:type="spellEnd"/>
            <w:r w:rsidRPr="00762B0D">
              <w:t xml:space="preserve"> </w:t>
            </w:r>
            <w:r w:rsidRPr="00A8070F">
              <w:rPr>
                <w:lang w:val="en-GB"/>
              </w:rPr>
              <w:t>USB</w:t>
            </w:r>
            <w:r w:rsidRPr="00762B0D">
              <w:t xml:space="preserve"> σε </w:t>
            </w:r>
            <w:r w:rsidRPr="00A8070F">
              <w:rPr>
                <w:lang w:val="en-GB"/>
              </w:rPr>
              <w:t>Ethernet</w:t>
            </w:r>
            <w:r w:rsidRPr="00762B0D">
              <w:t xml:space="preserve">, καλώδιο </w:t>
            </w:r>
            <w:r w:rsidRPr="00A8070F">
              <w:rPr>
                <w:lang w:val="en-GB"/>
              </w:rPr>
              <w:t>HDMI</w:t>
            </w:r>
            <w:r w:rsidRPr="00762B0D">
              <w:t xml:space="preserve"> και ποντίκι </w:t>
            </w:r>
            <w:r w:rsidRPr="00A8070F">
              <w:rPr>
                <w:lang w:val="en-GB"/>
              </w:rPr>
              <w:t>USB</w:t>
            </w:r>
            <w:r w:rsidRPr="00762B0D">
              <w:t xml:space="preserve"> 2.0.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B0D" w:rsidRPr="004F4432" w:rsidRDefault="00762B0D" w:rsidP="00762B0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B0D" w:rsidRPr="004F4432" w:rsidRDefault="00762B0D" w:rsidP="00762B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2B0D" w:rsidRPr="004F4432" w:rsidRDefault="00762B0D" w:rsidP="00762B0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4F0A1A" w:rsidRPr="006621F1" w:rsidRDefault="004F0A1A">
      <w:pPr>
        <w:spacing w:after="0" w:line="240" w:lineRule="auto"/>
      </w:pPr>
    </w:p>
    <w:sectPr w:rsidR="004F0A1A" w:rsidRPr="006621F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D679EA"/>
    <w:multiLevelType w:val="hybridMultilevel"/>
    <w:tmpl w:val="CBB0CD7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D83883"/>
    <w:multiLevelType w:val="hybridMultilevel"/>
    <w:tmpl w:val="78DC00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10A9B"/>
    <w:rsid w:val="0015565B"/>
    <w:rsid w:val="001913FD"/>
    <w:rsid w:val="001E6292"/>
    <w:rsid w:val="002129F6"/>
    <w:rsid w:val="00226E2D"/>
    <w:rsid w:val="002D2091"/>
    <w:rsid w:val="003C21C2"/>
    <w:rsid w:val="00406FB0"/>
    <w:rsid w:val="00410DB3"/>
    <w:rsid w:val="004C0D01"/>
    <w:rsid w:val="004F0A1A"/>
    <w:rsid w:val="004F4432"/>
    <w:rsid w:val="004F5BC3"/>
    <w:rsid w:val="00500FD4"/>
    <w:rsid w:val="0051455E"/>
    <w:rsid w:val="005200A8"/>
    <w:rsid w:val="005965A5"/>
    <w:rsid w:val="006621F1"/>
    <w:rsid w:val="006C7B6D"/>
    <w:rsid w:val="00754411"/>
    <w:rsid w:val="00762B0D"/>
    <w:rsid w:val="00775065"/>
    <w:rsid w:val="007F5988"/>
    <w:rsid w:val="00863E00"/>
    <w:rsid w:val="00896732"/>
    <w:rsid w:val="00926973"/>
    <w:rsid w:val="00982915"/>
    <w:rsid w:val="009C38D0"/>
    <w:rsid w:val="009E2836"/>
    <w:rsid w:val="00A3257E"/>
    <w:rsid w:val="00A360FA"/>
    <w:rsid w:val="00A40B4A"/>
    <w:rsid w:val="00A567E4"/>
    <w:rsid w:val="00B050A9"/>
    <w:rsid w:val="00B8625B"/>
    <w:rsid w:val="00C00B64"/>
    <w:rsid w:val="00C02539"/>
    <w:rsid w:val="00C1128F"/>
    <w:rsid w:val="00C41E80"/>
    <w:rsid w:val="00C50913"/>
    <w:rsid w:val="00C65F02"/>
    <w:rsid w:val="00C86F58"/>
    <w:rsid w:val="00D271C8"/>
    <w:rsid w:val="00DB64D4"/>
    <w:rsid w:val="00DF0E24"/>
    <w:rsid w:val="00EB2777"/>
    <w:rsid w:val="00F4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D1A5F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9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26B44366</Template>
  <TotalTime>1</TotalTime>
  <Pages>1</Pages>
  <Words>117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2025-09-10T09:04:00Z</dcterms:created>
  <dcterms:modified xsi:type="dcterms:W3CDTF">2025-09-11T07:59:00Z</dcterms:modified>
</cp:coreProperties>
</file>